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7170" w:rsidRPr="00FB00FA" w:rsidRDefault="00FB7170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bookmarkStart w:id="0" w:name="_GoBack"/>
      <w:bookmarkEnd w:id="0"/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7170" w:rsidRPr="00533862" w:rsidRDefault="00FB7170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FB7170" w:rsidRPr="00106F15" w:rsidRDefault="00FB7170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FB7170" w:rsidRPr="00106F15" w:rsidRDefault="00FB7170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FB7170" w:rsidRPr="00106F15" w:rsidRDefault="00FB7170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FB7170" w:rsidRPr="00533862" w:rsidRDefault="00FB7170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FB7170" w:rsidRPr="00106F15" w:rsidRDefault="00FB7170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FB7170" w:rsidRPr="00106F15" w:rsidRDefault="00FB7170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FB7170" w:rsidRPr="00106F15" w:rsidRDefault="00FB7170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rFonts w:ascii="Arial" w:hAnsi="Arial" w:cs="Arial"/>
          <w:b/>
          <w:caps/>
          <w:sz w:val="28"/>
          <w:szCs w:val="28"/>
        </w:rPr>
        <w:t>MOÇÃO</w:t>
      </w:r>
      <w:r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>
        <w:rPr>
          <w:rFonts w:ascii="Arial" w:hAnsi="Arial" w:cs="Arial"/>
          <w:b/>
          <w:caps/>
          <w:sz w:val="28"/>
          <w:szCs w:val="28"/>
        </w:rPr>
        <w:t xml:space="preserve"> </w:t>
      </w:r>
      <w:r w:rsidRPr="00F902E4">
        <w:rPr>
          <w:rFonts w:ascii="Arial" w:hAnsi="Arial" w:cs="Arial"/>
          <w:b/>
          <w:caps/>
          <w:noProof/>
          <w:sz w:val="28"/>
          <w:szCs w:val="28"/>
        </w:rPr>
        <w:t>336</w:t>
      </w:r>
      <w:r w:rsidRPr="00FB00FA">
        <w:rPr>
          <w:rFonts w:ascii="Arial" w:hAnsi="Arial" w:cs="Arial"/>
          <w:b/>
          <w:caps/>
          <w:sz w:val="28"/>
          <w:szCs w:val="28"/>
        </w:rPr>
        <w:t>/</w:t>
      </w:r>
      <w:r>
        <w:rPr>
          <w:rFonts w:ascii="Arial" w:hAnsi="Arial" w:cs="Arial"/>
          <w:b/>
          <w:caps/>
          <w:sz w:val="28"/>
          <w:szCs w:val="28"/>
        </w:rPr>
        <w:t>2018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FB7170" w:rsidRPr="005A03FA" w:rsidTr="000C7CFC">
        <w:trPr>
          <w:jc w:val="center"/>
        </w:trPr>
        <w:tc>
          <w:tcPr>
            <w:tcW w:w="1063" w:type="dxa"/>
          </w:tcPr>
          <w:p w:rsidR="00FB7170" w:rsidRPr="005A03FA" w:rsidRDefault="00FB7170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FB7170" w:rsidRPr="005A03FA" w:rsidRDefault="00FB7170" w:rsidP="000C7CF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Moção Congratulatória </w:t>
            </w:r>
            <w:r w:rsidRPr="00F902E4">
              <w:rPr>
                <w:rFonts w:ascii="Arial" w:hAnsi="Arial" w:cs="Arial"/>
                <w:noProof/>
                <w:sz w:val="20"/>
                <w:szCs w:val="20"/>
              </w:rPr>
              <w:t>à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902E4">
              <w:rPr>
                <w:rFonts w:ascii="Arial" w:hAnsi="Arial" w:cs="Arial"/>
                <w:noProof/>
                <w:sz w:val="20"/>
                <w:szCs w:val="20"/>
              </w:rPr>
              <w:t>Senhora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902E4">
              <w:rPr>
                <w:rFonts w:ascii="Arial" w:hAnsi="Arial" w:cs="Arial"/>
                <w:noProof/>
                <w:sz w:val="20"/>
                <w:szCs w:val="20"/>
              </w:rPr>
              <w:t>Maria Raymunda de Moraes</w:t>
            </w:r>
            <w:r>
              <w:rPr>
                <w:rFonts w:ascii="Arial" w:hAnsi="Arial" w:cs="Arial"/>
                <w:sz w:val="20"/>
                <w:szCs w:val="20"/>
              </w:rPr>
              <w:t xml:space="preserve"> por sua posse, ocorrida em 1º de agosto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do corrente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, como </w:t>
            </w:r>
            <w:r w:rsidRPr="00F902E4">
              <w:rPr>
                <w:rFonts w:ascii="Arial" w:hAnsi="Arial" w:cs="Arial"/>
                <w:noProof/>
                <w:sz w:val="20"/>
                <w:szCs w:val="20"/>
              </w:rPr>
              <w:t>Vereadora</w:t>
            </w:r>
            <w:r>
              <w:rPr>
                <w:rFonts w:ascii="Arial" w:hAnsi="Arial" w:cs="Arial"/>
                <w:sz w:val="20"/>
                <w:szCs w:val="20"/>
              </w:rPr>
              <w:t xml:space="preserve"> da Câmara da Melhor Idade 2018.</w:t>
            </w:r>
          </w:p>
        </w:tc>
      </w:tr>
    </w:tbl>
    <w:p w:rsidR="00FB7170" w:rsidRPr="00691CF5" w:rsidRDefault="00FB7170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B7170" w:rsidRDefault="00FB7170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Pr="0022200E">
        <w:rPr>
          <w:rFonts w:ascii="Arial" w:hAnsi="Arial" w:cs="Arial"/>
        </w:rPr>
        <w:t xml:space="preserve">Moção Congratulatória </w:t>
      </w:r>
      <w:r w:rsidRPr="00F902E4">
        <w:rPr>
          <w:rFonts w:ascii="Arial" w:hAnsi="Arial" w:cs="Arial"/>
          <w:noProof/>
        </w:rPr>
        <w:t>à</w:t>
      </w:r>
      <w:r w:rsidRPr="0022200E">
        <w:rPr>
          <w:rFonts w:ascii="Arial" w:hAnsi="Arial" w:cs="Arial"/>
        </w:rPr>
        <w:t xml:space="preserve"> </w:t>
      </w:r>
      <w:r w:rsidRPr="00F902E4">
        <w:rPr>
          <w:rFonts w:ascii="Arial" w:hAnsi="Arial" w:cs="Arial"/>
          <w:noProof/>
        </w:rPr>
        <w:t>Senhora</w:t>
      </w:r>
      <w:r w:rsidRPr="0022200E">
        <w:rPr>
          <w:rFonts w:ascii="Arial" w:hAnsi="Arial" w:cs="Arial"/>
        </w:rPr>
        <w:t xml:space="preserve"> </w:t>
      </w:r>
      <w:r w:rsidRPr="00F902E4">
        <w:rPr>
          <w:rFonts w:ascii="Arial" w:hAnsi="Arial" w:cs="Arial"/>
          <w:noProof/>
        </w:rPr>
        <w:t>Maria Raymunda de Moraes</w:t>
      </w:r>
      <w:r>
        <w:rPr>
          <w:rFonts w:ascii="Arial" w:hAnsi="Arial" w:cs="Arial"/>
        </w:rPr>
        <w:t xml:space="preserve">, representante </w:t>
      </w:r>
      <w:r w:rsidRPr="00F902E4">
        <w:rPr>
          <w:rFonts w:ascii="Arial" w:hAnsi="Arial" w:cs="Arial"/>
          <w:noProof/>
        </w:rPr>
        <w:t>do</w:t>
      </w:r>
      <w:r>
        <w:rPr>
          <w:rFonts w:ascii="Arial" w:hAnsi="Arial" w:cs="Arial"/>
        </w:rPr>
        <w:t xml:space="preserve"> </w:t>
      </w:r>
      <w:r w:rsidRPr="00F902E4">
        <w:rPr>
          <w:rFonts w:ascii="Arial" w:hAnsi="Arial" w:cs="Arial"/>
          <w:noProof/>
        </w:rPr>
        <w:t>Lar Frederico Ozanam</w:t>
      </w:r>
      <w:r>
        <w:rPr>
          <w:rFonts w:ascii="Arial" w:hAnsi="Arial" w:cs="Arial"/>
        </w:rPr>
        <w:t>,</w:t>
      </w:r>
      <w:r w:rsidRPr="0022200E">
        <w:rPr>
          <w:rFonts w:ascii="Arial" w:hAnsi="Arial" w:cs="Arial"/>
        </w:rPr>
        <w:t xml:space="preserve"> por sua posse como </w:t>
      </w:r>
      <w:r w:rsidRPr="00F902E4">
        <w:rPr>
          <w:rFonts w:ascii="Arial" w:hAnsi="Arial" w:cs="Arial"/>
          <w:noProof/>
        </w:rPr>
        <w:t>Vereadora</w:t>
      </w:r>
      <w:r>
        <w:rPr>
          <w:rFonts w:ascii="Arial" w:hAnsi="Arial" w:cs="Arial"/>
        </w:rPr>
        <w:t xml:space="preserve"> da Câmara da Melhor Idade 2018</w:t>
      </w:r>
      <w:r w:rsidRPr="0022200E">
        <w:rPr>
          <w:rFonts w:ascii="Arial" w:hAnsi="Arial" w:cs="Arial"/>
        </w:rPr>
        <w:t xml:space="preserve">, ocorrida em 1º de agosto </w:t>
      </w:r>
      <w:proofErr w:type="gramStart"/>
      <w:r w:rsidRPr="0022200E">
        <w:rPr>
          <w:rFonts w:ascii="Arial" w:hAnsi="Arial" w:cs="Arial"/>
        </w:rPr>
        <w:t>do corrente</w:t>
      </w:r>
      <w:proofErr w:type="gramEnd"/>
      <w:r>
        <w:rPr>
          <w:rFonts w:ascii="Arial" w:hAnsi="Arial" w:cs="Arial"/>
        </w:rPr>
        <w:t>.</w:t>
      </w:r>
    </w:p>
    <w:p w:rsidR="00FB7170" w:rsidRPr="00BF791A" w:rsidRDefault="00FB7170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Desejamos que seu mandato seja repleto de realizações.</w:t>
      </w:r>
    </w:p>
    <w:p w:rsidR="00FB7170" w:rsidRDefault="00FB7170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FB7170" w:rsidRDefault="00FB7170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15 de agosto de 2018.</w:t>
      </w:r>
    </w:p>
    <w:p w:rsidR="00FB7170" w:rsidRDefault="00FB7170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B7170" w:rsidRDefault="00FB7170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B7170" w:rsidRDefault="00FB7170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B7170" w:rsidRPr="00A34F2C" w:rsidRDefault="00FB7170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FB7170" w:rsidRDefault="00FB7170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DC</w:t>
      </w:r>
    </w:p>
    <w:p w:rsidR="00FB7170" w:rsidRDefault="00FB7170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FB7170" w:rsidRDefault="00FB7170" w:rsidP="00E05DD5">
      <w:pPr>
        <w:jc w:val="center"/>
        <w:rPr>
          <w:rFonts w:ascii="Arial" w:hAnsi="Arial" w:cs="Arial"/>
        </w:rPr>
        <w:sectPr w:rsidR="00FB7170" w:rsidSect="00FB7170">
          <w:headerReference w:type="default" r:id="rId8"/>
          <w:footerReference w:type="default" r:id="rId9"/>
          <w:headerReference w:type="first" r:id="rId10"/>
          <w:footerReference w:type="first" r:id="rId11"/>
          <w:pgSz w:w="11907" w:h="16840" w:code="9"/>
          <w:pgMar w:top="2126" w:right="709" w:bottom="1134" w:left="1701" w:header="850" w:footer="850" w:gutter="0"/>
          <w:pgNumType w:start="1"/>
          <w:cols w:space="720"/>
          <w:titlePg/>
          <w:docGrid w:linePitch="326"/>
        </w:sectPr>
      </w:pPr>
    </w:p>
    <w:p w:rsidR="00FB7170" w:rsidRPr="00A34F2C" w:rsidRDefault="00FB7170" w:rsidP="00E05DD5">
      <w:pPr>
        <w:jc w:val="center"/>
        <w:rPr>
          <w:rFonts w:ascii="Arial" w:hAnsi="Arial" w:cs="Arial"/>
        </w:rPr>
      </w:pPr>
    </w:p>
    <w:sectPr w:rsidR="00FB7170" w:rsidRPr="00A34F2C" w:rsidSect="00FB7170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2CE0" w:rsidRDefault="00F82CE0">
      <w:r>
        <w:separator/>
      </w:r>
    </w:p>
  </w:endnote>
  <w:endnote w:type="continuationSeparator" w:id="0">
    <w:p w:rsidR="00F82CE0" w:rsidRDefault="00F82C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7170" w:rsidRPr="00144FFF" w:rsidRDefault="00FB7170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7170" w:rsidRPr="00150EE2" w:rsidRDefault="00FB7170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00E" w:rsidRPr="00144FFF" w:rsidRDefault="0022200E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00E" w:rsidRPr="00150EE2" w:rsidRDefault="0022200E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2CE0" w:rsidRDefault="00F82CE0">
      <w:r>
        <w:separator/>
      </w:r>
    </w:p>
  </w:footnote>
  <w:footnote w:type="continuationSeparator" w:id="0">
    <w:p w:rsidR="00F82CE0" w:rsidRDefault="00F82C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7170" w:rsidRDefault="00FB7170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FB7170" w:rsidRPr="00317C1A" w:rsidRDefault="00FB717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Pr="00317C1A">
      <w:rPr>
        <w:rFonts w:ascii="Arial" w:hAnsi="Arial" w:cs="Arial"/>
        <w:b/>
        <w:sz w:val="20"/>
        <w:szCs w:val="20"/>
        <w:u w:val="single"/>
      </w:rPr>
      <w:t xml:space="preserve"> nº /201</w:t>
    </w:r>
    <w:r>
      <w:rPr>
        <w:rFonts w:ascii="Arial" w:hAnsi="Arial" w:cs="Arial"/>
        <w:b/>
        <w:sz w:val="20"/>
        <w:szCs w:val="20"/>
        <w:u w:val="single"/>
      </w:rPr>
      <w:t>8</w:t>
    </w:r>
    <w:r w:rsidRPr="00317C1A">
      <w:rPr>
        <w:rFonts w:ascii="Arial" w:hAnsi="Arial" w:cs="Arial"/>
        <w:b/>
        <w:sz w:val="20"/>
        <w:szCs w:val="20"/>
        <w:u w:val="single"/>
      </w:rPr>
      <w:t xml:space="preserve"> - fls. 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rFonts w:ascii="Arial" w:hAnsi="Arial" w:cs="Arial"/>
        <w:b/>
        <w:sz w:val="20"/>
        <w:szCs w:val="20"/>
        <w:u w:val="single"/>
      </w:rPr>
      <w:t>/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>
      <w:rPr>
        <w:rFonts w:ascii="Arial" w:hAnsi="Arial" w:cs="Arial"/>
        <w:b/>
        <w:noProof/>
        <w:sz w:val="20"/>
        <w:szCs w:val="20"/>
        <w:u w:val="single"/>
      </w:rPr>
      <w:t>2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8480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B7170" w:rsidRPr="00EB04D6" w:rsidRDefault="00FB717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" o:allowincell="f" filled="f" stroked="f">
              <v:textbox inset="0,0,0,0">
                <w:txbxContent>
                  <w:p w:rsidR="00FB7170" w:rsidRPr="00EB04D6" w:rsidRDefault="00FB717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B7170" w:rsidRPr="00F73DA3" w:rsidRDefault="00FB7170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FB7170" w:rsidRPr="00F73DA3" w:rsidRDefault="00FB7170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" o:allowincell="f" filled="f" stroked="f">
              <v:textbox inset="0,0,0,0">
                <w:txbxContent>
                  <w:p w:rsidR="00FB7170" w:rsidRPr="00F73DA3" w:rsidRDefault="00FB7170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FB7170" w:rsidRPr="00F73DA3" w:rsidRDefault="00FB7170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w:drawing>
        <wp:anchor distT="0" distB="0" distL="114300" distR="114300" simplePos="0" relativeHeight="251670528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9" name="Imagem 9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B7170" w:rsidRDefault="00FB717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7170" w:rsidRDefault="00FB7170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9504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B7170" w:rsidRPr="00EB04D6" w:rsidRDefault="00FB717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23AOe6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FB7170" w:rsidRPr="00EB04D6" w:rsidRDefault="00FB717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8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B7170" w:rsidRPr="00F73DA3" w:rsidRDefault="00FB7170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FB7170" w:rsidRPr="00F73DA3" w:rsidRDefault="00FB7170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" o:allowincell="f" filled="f" stroked="f">
              <v:textbox inset="0,0,0,0">
                <w:txbxContent>
                  <w:p w:rsidR="00FB7170" w:rsidRPr="00F73DA3" w:rsidRDefault="00FB7170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FB7170" w:rsidRPr="00F73DA3" w:rsidRDefault="00FB7170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7155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0" name="Imagem 10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00E" w:rsidRDefault="0022200E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22200E" w:rsidRPr="00317C1A" w:rsidRDefault="0022200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Pr="00317C1A">
      <w:rPr>
        <w:rFonts w:ascii="Arial" w:hAnsi="Arial" w:cs="Arial"/>
        <w:b/>
        <w:sz w:val="20"/>
        <w:szCs w:val="20"/>
        <w:u w:val="single"/>
      </w:rPr>
      <w:t xml:space="preserve"> nº /201</w:t>
    </w:r>
    <w:r>
      <w:rPr>
        <w:rFonts w:ascii="Arial" w:hAnsi="Arial" w:cs="Arial"/>
        <w:b/>
        <w:sz w:val="20"/>
        <w:szCs w:val="20"/>
        <w:u w:val="single"/>
      </w:rPr>
      <w:t>8</w:t>
    </w:r>
    <w:r w:rsidRPr="00317C1A">
      <w:rPr>
        <w:rFonts w:ascii="Arial" w:hAnsi="Arial" w:cs="Arial"/>
        <w:b/>
        <w:sz w:val="20"/>
        <w:szCs w:val="20"/>
        <w:u w:val="single"/>
      </w:rPr>
      <w:t xml:space="preserve"> - fls. 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A7FA8"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rFonts w:ascii="Arial" w:hAnsi="Arial" w:cs="Arial"/>
        <w:b/>
        <w:sz w:val="20"/>
        <w:szCs w:val="20"/>
        <w:u w:val="single"/>
      </w:rPr>
      <w:t>/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A7FA8"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2200E" w:rsidRPr="00EB04D6" w:rsidRDefault="0022200E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left:0;text-align:left;margin-left:436.1pt;margin-top:70pt;width:41.95pt;height: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" o:allowincell="f" filled="f" stroked="f">
              <v:textbox inset="0,0,0,0">
                <w:txbxContent>
                  <w:p w:rsidR="0022200E" w:rsidRPr="00EB04D6" w:rsidRDefault="0022200E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2200E" w:rsidRPr="00F73DA3" w:rsidRDefault="0022200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22200E" w:rsidRPr="00F73DA3" w:rsidRDefault="0022200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_x0000_s1032" type="#_x0000_t202" style="position:absolute;left:0;text-align:left;margin-left:80.8pt;margin-top:50.2pt;width:394pt;height:4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" o:allowincell="f" filled="f" stroked="f">
              <v:textbox inset="0,0,0,0">
                <w:txbxContent>
                  <w:p w:rsidR="0022200E" w:rsidRPr="00F73DA3" w:rsidRDefault="0022200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22200E" w:rsidRPr="00F73DA3" w:rsidRDefault="0022200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w:drawing>
        <wp:anchor distT="0" distB="0" distL="114300" distR="114300" simplePos="0" relativeHeight="251663360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2200E" w:rsidRDefault="0022200E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00E" w:rsidRDefault="0022200E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2200E" w:rsidRPr="00EB04D6" w:rsidRDefault="0022200E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margin-left:436.1pt;margin-top:27.5pt;width:41.95pt;height:9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pkbLl6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22200E" w:rsidRPr="00EB04D6" w:rsidRDefault="0022200E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2200E" w:rsidRPr="00F73DA3" w:rsidRDefault="0022200E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22200E" w:rsidRPr="00F73DA3" w:rsidRDefault="0022200E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4" type="#_x0000_t202" style="position:absolute;margin-left:80.8pt;margin-top:7.65pt;width:394pt;height:4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aTlsA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" o:allowincell="f" filled="f" stroked="f">
              <v:textbox inset="0,0,0,0">
                <w:txbxContent>
                  <w:p w:rsidR="0022200E" w:rsidRPr="00F73DA3" w:rsidRDefault="0022200E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22200E" w:rsidRPr="00F73DA3" w:rsidRDefault="0022200E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4384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1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A7FA8"/>
    <w:rsid w:val="001B0773"/>
    <w:rsid w:val="001F13C3"/>
    <w:rsid w:val="00204ED7"/>
    <w:rsid w:val="002213FA"/>
    <w:rsid w:val="0022200E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0160"/>
    <w:rsid w:val="00381797"/>
    <w:rsid w:val="003848C4"/>
    <w:rsid w:val="00397FF3"/>
    <w:rsid w:val="003A77BE"/>
    <w:rsid w:val="003C7AE8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6AA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8D56B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6194"/>
    <w:rsid w:val="00A16DC7"/>
    <w:rsid w:val="00A21A8C"/>
    <w:rsid w:val="00A349F1"/>
    <w:rsid w:val="00A46B01"/>
    <w:rsid w:val="00A745A9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24E"/>
    <w:rsid w:val="00E07978"/>
    <w:rsid w:val="00E11F92"/>
    <w:rsid w:val="00E14F37"/>
    <w:rsid w:val="00E20979"/>
    <w:rsid w:val="00E23188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B58"/>
    <w:rsid w:val="00F73DA3"/>
    <w:rsid w:val="00F82CE0"/>
    <w:rsid w:val="00FA3CFC"/>
    <w:rsid w:val="00FB00FA"/>
    <w:rsid w:val="00FB7170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D8581-132C-4FF5-B5ED-ABFC4658D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135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1</cp:revision>
  <cp:lastPrinted>2017-01-27T16:52:00Z</cp:lastPrinted>
  <dcterms:created xsi:type="dcterms:W3CDTF">2018-08-13T13:32:00Z</dcterms:created>
  <dcterms:modified xsi:type="dcterms:W3CDTF">2018-08-13T13:32:00Z</dcterms:modified>
</cp:coreProperties>
</file>